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E46" w:rsidRDefault="00A16E46" w:rsidP="00B01F56">
      <w:pPr>
        <w:tabs>
          <w:tab w:val="left" w:pos="5315"/>
        </w:tabs>
        <w:spacing w:line="360" w:lineRule="auto"/>
        <w:jc w:val="center"/>
        <w:rPr>
          <w:sz w:val="28"/>
          <w:szCs w:val="28"/>
        </w:rPr>
      </w:pPr>
      <w:r w:rsidRPr="00896CCE">
        <w:rPr>
          <w:rFonts w:ascii="Academy" w:hAnsi="Academy" w:cs="Academy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2.75pt;visibility:visible">
            <v:imagedata r:id="rId5" o:title=""/>
          </v:shape>
        </w:pict>
      </w:r>
    </w:p>
    <w:p w:rsidR="00A16E46" w:rsidRDefault="00A16E46" w:rsidP="00B01F56">
      <w:pPr>
        <w:tabs>
          <w:tab w:val="left" w:pos="226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A16E46" w:rsidRDefault="00A16E46" w:rsidP="00B01F56">
      <w:pPr>
        <w:tabs>
          <w:tab w:val="left" w:pos="226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РІВНЕНСЬКА ОБЛАСНА ДЕРЖАВНА АДМІНІСТРАЦІЯ</w:t>
      </w:r>
    </w:p>
    <w:p w:rsidR="00A16E46" w:rsidRDefault="00A16E46" w:rsidP="00B01F56">
      <w:pPr>
        <w:tabs>
          <w:tab w:val="left" w:pos="226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УПРАВЛІННЯ ОСВІТИ І НАУКИ</w:t>
      </w:r>
    </w:p>
    <w:p w:rsidR="00A16E46" w:rsidRPr="00AD0AF4" w:rsidRDefault="00A16E46" w:rsidP="00B01F56">
      <w:pPr>
        <w:tabs>
          <w:tab w:val="left" w:pos="2268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Майдан Просвіти, 2, м. Рівне, 33013, тел. 22-34-96, 22-32-93</w:t>
      </w:r>
    </w:p>
    <w:p w:rsidR="00A16E46" w:rsidRPr="00AD0AF4" w:rsidRDefault="00A16E46" w:rsidP="00013D03">
      <w:pPr>
        <w:pBdr>
          <w:bottom w:val="single" w:sz="12" w:space="0" w:color="auto"/>
        </w:pBdr>
        <w:tabs>
          <w:tab w:val="left" w:pos="2268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Е-mail:  </w:t>
      </w:r>
      <w:hyperlink r:id="rId6" w:history="1">
        <w:r>
          <w:rPr>
            <w:rStyle w:val="Hyperlink"/>
            <w:sz w:val="28"/>
            <w:szCs w:val="28"/>
          </w:rPr>
          <w:t>obluo@ісс.rv.ua</w:t>
        </w:r>
      </w:hyperlink>
      <w:r>
        <w:rPr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Код ЄДРПОУ</w:t>
      </w:r>
      <w:r>
        <w:rPr>
          <w:sz w:val="28"/>
          <w:szCs w:val="28"/>
        </w:rPr>
        <w:t xml:space="preserve"> - 02145777</w:t>
      </w:r>
    </w:p>
    <w:p w:rsidR="00A16E46" w:rsidRPr="001F7F04" w:rsidRDefault="00A16E46" w:rsidP="00AD0AF4">
      <w:pPr>
        <w:pBdr>
          <w:bottom w:val="single" w:sz="12" w:space="0" w:color="auto"/>
        </w:pBdr>
        <w:tabs>
          <w:tab w:val="left" w:pos="2268"/>
        </w:tabs>
        <w:rPr>
          <w:color w:val="000000"/>
          <w:sz w:val="28"/>
          <w:szCs w:val="28"/>
        </w:rPr>
      </w:pPr>
    </w:p>
    <w:p w:rsidR="00A16E46" w:rsidRDefault="00A16E46" w:rsidP="000710DF">
      <w:pPr>
        <w:shd w:val="clear" w:color="auto" w:fill="FFFFFF"/>
        <w:ind w:lef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№3644-07в/01-08/15 від 07.09.2015</w:t>
      </w:r>
    </w:p>
    <w:p w:rsidR="00A16E46" w:rsidRPr="000710DF" w:rsidRDefault="00A16E46" w:rsidP="000710DF">
      <w:pPr>
        <w:shd w:val="clear" w:color="auto" w:fill="FFFFFF"/>
        <w:ind w:left="-284"/>
        <w:rPr>
          <w:color w:val="000000"/>
          <w:sz w:val="28"/>
          <w:szCs w:val="28"/>
        </w:rPr>
      </w:pPr>
    </w:p>
    <w:p w:rsidR="00A16E46" w:rsidRPr="004566E9" w:rsidRDefault="00A16E46" w:rsidP="00B01F56">
      <w:pPr>
        <w:shd w:val="clear" w:color="auto" w:fill="FFFFFF"/>
        <w:ind w:left="3420"/>
        <w:rPr>
          <w:color w:val="000000"/>
          <w:sz w:val="28"/>
          <w:szCs w:val="28"/>
        </w:rPr>
      </w:pPr>
      <w:r w:rsidRPr="004566E9">
        <w:rPr>
          <w:color w:val="000000"/>
          <w:sz w:val="28"/>
          <w:szCs w:val="28"/>
        </w:rPr>
        <w:t>Начальникам відділів, управлінь освіти райдержадміністрацій, виконавчих комітетів рад міст обласного значення, керівникам вищих навчальних закладів,  закладів та установ обласного підпорядкування, професійно-технічних навчальних закладів</w:t>
      </w:r>
    </w:p>
    <w:p w:rsidR="00A16E46" w:rsidRPr="004566E9" w:rsidRDefault="00A16E46" w:rsidP="00B01F56">
      <w:pPr>
        <w:shd w:val="clear" w:color="auto" w:fill="FFFFFF"/>
        <w:ind w:left="3420"/>
        <w:rPr>
          <w:color w:val="000000"/>
          <w:sz w:val="28"/>
          <w:szCs w:val="28"/>
        </w:rPr>
      </w:pPr>
    </w:p>
    <w:p w:rsidR="00A16E46" w:rsidRPr="004566E9" w:rsidRDefault="00A16E46" w:rsidP="00047729">
      <w:pPr>
        <w:ind w:firstLine="567"/>
        <w:jc w:val="both"/>
        <w:rPr>
          <w:sz w:val="28"/>
          <w:szCs w:val="28"/>
        </w:rPr>
      </w:pPr>
      <w:r w:rsidRPr="004566E9">
        <w:rPr>
          <w:sz w:val="28"/>
          <w:szCs w:val="28"/>
        </w:rPr>
        <w:t>З метою попередження можливих факторів підготовки вчинення терористичних актів, посилення режиму безпеки, дотримання вимог Закону України “Про боротьбу з тероризмом” під час організації навчально-виховного   процесу та проведення масових заходів управління освіти і науки облдержадміністрації просить невідкладно забезпечити організацію і проведення в дошкільних, загальноосвітніх, позашкільних, професійно-технічних та вищих начальних закладах роз’яснювальної роботи щодо:</w:t>
      </w:r>
    </w:p>
    <w:p w:rsidR="00A16E46" w:rsidRDefault="00A16E46" w:rsidP="003E447E">
      <w:pPr>
        <w:pStyle w:val="ListParagraph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566E9">
        <w:rPr>
          <w:sz w:val="28"/>
          <w:szCs w:val="28"/>
        </w:rPr>
        <w:t>порядку дій в умовах надзвичайних ситуацій, терористичних актів, диверсій, мінування, інших небезпек;</w:t>
      </w:r>
    </w:p>
    <w:p w:rsidR="00A16E46" w:rsidRPr="004566E9" w:rsidRDefault="00A16E46" w:rsidP="003E447E">
      <w:pPr>
        <w:pStyle w:val="ListParagraph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566E9">
        <w:rPr>
          <w:sz w:val="28"/>
          <w:szCs w:val="28"/>
        </w:rPr>
        <w:t>необхідності посилення пильності та заходів безпеки у разі виявлення підозрілих предметів,  транспортних засобів та осіб, поведінка яких викликає підозру;</w:t>
      </w:r>
    </w:p>
    <w:p w:rsidR="00A16E46" w:rsidRPr="004566E9" w:rsidRDefault="00A16E46" w:rsidP="003E447E">
      <w:pPr>
        <w:pStyle w:val="ListParagraph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566E9">
        <w:rPr>
          <w:sz w:val="28"/>
          <w:szCs w:val="28"/>
        </w:rPr>
        <w:t>відпрацювання практичних дій в умовах виникнення надзвичайних ситуацій шляхом проведення позапланових об’</w:t>
      </w:r>
      <w:r w:rsidRPr="004566E9">
        <w:rPr>
          <w:sz w:val="28"/>
          <w:szCs w:val="28"/>
          <w:lang w:val="ru-RU"/>
        </w:rPr>
        <w:t>єктових тренувань</w:t>
      </w:r>
      <w:r w:rsidRPr="004566E9">
        <w:rPr>
          <w:sz w:val="28"/>
          <w:szCs w:val="28"/>
        </w:rPr>
        <w:t>;</w:t>
      </w:r>
    </w:p>
    <w:p w:rsidR="00A16E46" w:rsidRPr="004566E9" w:rsidRDefault="00A16E46" w:rsidP="003E447E">
      <w:pPr>
        <w:pStyle w:val="ListParagraph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566E9">
        <w:rPr>
          <w:sz w:val="28"/>
          <w:szCs w:val="28"/>
        </w:rPr>
        <w:t>правил  поводження при виявленні вибухонебезпечних предметів;</w:t>
      </w:r>
    </w:p>
    <w:p w:rsidR="00A16E46" w:rsidRPr="004566E9" w:rsidRDefault="00A16E46" w:rsidP="003E447E">
      <w:pPr>
        <w:pStyle w:val="ListParagraph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566E9">
        <w:rPr>
          <w:sz w:val="28"/>
          <w:szCs w:val="28"/>
        </w:rPr>
        <w:t>надання першої допомоги травмованим і потерпілим.</w:t>
      </w:r>
    </w:p>
    <w:p w:rsidR="00A16E46" w:rsidRDefault="00A16E46" w:rsidP="00B90B7B">
      <w:pPr>
        <w:pStyle w:val="ListParagraph"/>
        <w:ind w:left="0" w:firstLine="567"/>
        <w:jc w:val="both"/>
        <w:rPr>
          <w:sz w:val="28"/>
          <w:szCs w:val="28"/>
        </w:rPr>
      </w:pPr>
      <w:r w:rsidRPr="004566E9">
        <w:rPr>
          <w:sz w:val="28"/>
          <w:szCs w:val="28"/>
        </w:rPr>
        <w:t>Крім того, доручаємо у перші дні навчального року обговорити питання щодо посилення режиму безпеки та дотримання вимог Закону України “Про боротьбу з тероризмом” на нарадах з керівниками навчальних закладів, педагогічних радах, батьківських зборах, в учнівських та студентських колективах, впровадити жорстку пропускну систему у приміщеннях навчальних закладів, посилити контроль за перебуванням на території навчальних закладів , особливо у приміщеннях, осіб, непричетних до проведення навчально-виховного процесу, вжити інших заходів для забезпечення безпеки дітей, учнів, студентів та педагогічних працівників.</w:t>
      </w:r>
    </w:p>
    <w:p w:rsidR="00A16E46" w:rsidRPr="004566E9" w:rsidRDefault="00A16E46" w:rsidP="00B90B7B">
      <w:pPr>
        <w:pStyle w:val="ListParagraph"/>
        <w:ind w:left="0" w:firstLine="567"/>
        <w:jc w:val="both"/>
        <w:rPr>
          <w:sz w:val="28"/>
          <w:szCs w:val="28"/>
        </w:rPr>
      </w:pPr>
    </w:p>
    <w:p w:rsidR="00A16E46" w:rsidRPr="004566E9" w:rsidRDefault="00A16E46" w:rsidP="003E447E">
      <w:pPr>
        <w:pStyle w:val="ListParagraph"/>
        <w:ind w:left="0" w:firstLine="567"/>
        <w:jc w:val="both"/>
        <w:rPr>
          <w:sz w:val="28"/>
          <w:szCs w:val="28"/>
        </w:rPr>
      </w:pPr>
      <w:r w:rsidRPr="004566E9">
        <w:rPr>
          <w:sz w:val="28"/>
          <w:szCs w:val="28"/>
        </w:rPr>
        <w:t>Вказані заходи безпеки проводити із залученням представників територіальних підрозділів головного управління ДСНС України у Рівненській області, управління Служби безпеки України у Рівненській області, управління МВС України у Рівненській області, місцевих навчально-методичних центрів цивільного захисту та безпеки життєдіяльності.</w:t>
      </w:r>
    </w:p>
    <w:p w:rsidR="00A16E46" w:rsidRPr="004566E9" w:rsidRDefault="00A16E46" w:rsidP="00BB4B05">
      <w:pPr>
        <w:pStyle w:val="ListParagraph"/>
        <w:ind w:left="0" w:firstLine="567"/>
        <w:jc w:val="both"/>
        <w:rPr>
          <w:sz w:val="28"/>
          <w:szCs w:val="28"/>
        </w:rPr>
      </w:pPr>
      <w:r w:rsidRPr="004566E9">
        <w:rPr>
          <w:sz w:val="28"/>
          <w:szCs w:val="28"/>
        </w:rPr>
        <w:t>Для використанн</w:t>
      </w:r>
      <w:r w:rsidRPr="004566E9">
        <w:rPr>
          <w:sz w:val="28"/>
          <w:szCs w:val="28"/>
          <w:lang w:val="ru-RU"/>
        </w:rPr>
        <w:t>я</w:t>
      </w:r>
      <w:r w:rsidRPr="004566E9">
        <w:rPr>
          <w:sz w:val="28"/>
          <w:szCs w:val="28"/>
        </w:rPr>
        <w:t xml:space="preserve"> в роботі надсилаємо </w:t>
      </w:r>
      <w:r>
        <w:rPr>
          <w:sz w:val="28"/>
          <w:szCs w:val="28"/>
        </w:rPr>
        <w:t>пам’</w:t>
      </w:r>
      <w:r w:rsidRPr="004566E9">
        <w:rPr>
          <w:sz w:val="28"/>
          <w:szCs w:val="28"/>
          <w:lang w:val="ru-RU"/>
        </w:rPr>
        <w:t>ятку</w:t>
      </w:r>
      <w:r w:rsidRPr="004566E9">
        <w:rPr>
          <w:sz w:val="28"/>
          <w:szCs w:val="28"/>
        </w:rPr>
        <w:t xml:space="preserve"> щодо дій населення при загрозі чи виник</w:t>
      </w:r>
      <w:r>
        <w:rPr>
          <w:sz w:val="28"/>
          <w:szCs w:val="28"/>
        </w:rPr>
        <w:t xml:space="preserve">ненні надзвичайних ситуацій на </w:t>
      </w:r>
      <w:r w:rsidRPr="00AD0AF4">
        <w:rPr>
          <w:sz w:val="28"/>
          <w:szCs w:val="28"/>
          <w:lang w:val="ru-RU"/>
        </w:rPr>
        <w:t>12</w:t>
      </w:r>
      <w:r w:rsidRPr="004566E9">
        <w:rPr>
          <w:sz w:val="28"/>
          <w:szCs w:val="28"/>
        </w:rPr>
        <w:t xml:space="preserve"> арк.</w:t>
      </w:r>
    </w:p>
    <w:p w:rsidR="00A16E46" w:rsidRPr="004566E9" w:rsidRDefault="00A16E46" w:rsidP="00047729">
      <w:pPr>
        <w:ind w:firstLine="567"/>
        <w:jc w:val="both"/>
        <w:rPr>
          <w:sz w:val="28"/>
          <w:szCs w:val="28"/>
        </w:rPr>
      </w:pPr>
    </w:p>
    <w:p w:rsidR="00A16E46" w:rsidRPr="004566E9" w:rsidRDefault="00A16E46" w:rsidP="00E82500">
      <w:pPr>
        <w:ind w:firstLine="567"/>
        <w:jc w:val="both"/>
        <w:rPr>
          <w:sz w:val="28"/>
          <w:szCs w:val="28"/>
        </w:rPr>
      </w:pPr>
    </w:p>
    <w:p w:rsidR="00A16E46" w:rsidRPr="004566E9" w:rsidRDefault="00A16E46" w:rsidP="00E82500">
      <w:pPr>
        <w:ind w:firstLine="567"/>
        <w:jc w:val="both"/>
        <w:rPr>
          <w:sz w:val="28"/>
          <w:szCs w:val="28"/>
        </w:rPr>
      </w:pPr>
    </w:p>
    <w:p w:rsidR="00A16E46" w:rsidRPr="004566E9" w:rsidRDefault="00A16E46" w:rsidP="00E82500">
      <w:pPr>
        <w:ind w:firstLine="567"/>
        <w:jc w:val="both"/>
        <w:rPr>
          <w:sz w:val="28"/>
          <w:szCs w:val="28"/>
        </w:rPr>
      </w:pPr>
    </w:p>
    <w:p w:rsidR="00A16E46" w:rsidRPr="004566E9" w:rsidRDefault="00A16E46" w:rsidP="00E82500">
      <w:pPr>
        <w:ind w:firstLine="567"/>
        <w:jc w:val="both"/>
        <w:rPr>
          <w:sz w:val="28"/>
          <w:szCs w:val="28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  <w:r w:rsidRPr="00404C82">
        <w:rPr>
          <w:sz w:val="28"/>
          <w:szCs w:val="28"/>
          <w:lang w:val="ru-RU"/>
        </w:rPr>
        <w:t>Начальник управління</w:t>
      </w:r>
      <w:r w:rsidRPr="00404C82">
        <w:rPr>
          <w:sz w:val="28"/>
          <w:szCs w:val="28"/>
          <w:lang w:val="ru-RU"/>
        </w:rPr>
        <w:tab/>
      </w:r>
      <w:r w:rsidRPr="00404C82">
        <w:rPr>
          <w:sz w:val="28"/>
          <w:szCs w:val="28"/>
          <w:lang w:val="ru-RU"/>
        </w:rPr>
        <w:tab/>
      </w:r>
      <w:r w:rsidRPr="0012712B">
        <w:rPr>
          <w:noProof/>
        </w:rPr>
        <w:pict>
          <v:shape id="Рисунок 2" o:spid="_x0000_i1026" type="#_x0000_t75" style="width:59.25pt;height:30pt;visibility:visible">
            <v:imagedata r:id="rId7" o:title=""/>
          </v:shape>
        </w:pict>
      </w:r>
      <w:r>
        <w:rPr>
          <w:noProof/>
          <w:lang w:val="ru-RU" w:eastAsia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404C82">
        <w:rPr>
          <w:sz w:val="28"/>
          <w:szCs w:val="28"/>
          <w:lang w:val="ru-RU"/>
        </w:rPr>
        <w:tab/>
        <w:t>Г. Таргонський</w:t>
      </w: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Pr="00AD0AF4" w:rsidRDefault="00A16E46" w:rsidP="007B7F5E">
      <w:pPr>
        <w:jc w:val="both"/>
        <w:rPr>
          <w:sz w:val="28"/>
          <w:szCs w:val="28"/>
          <w:lang w:val="ru-RU"/>
        </w:rPr>
      </w:pPr>
    </w:p>
    <w:p w:rsidR="00A16E46" w:rsidRDefault="00A16E46" w:rsidP="007B7F5E">
      <w:pPr>
        <w:jc w:val="both"/>
        <w:rPr>
          <w:sz w:val="16"/>
          <w:szCs w:val="16"/>
        </w:rPr>
      </w:pPr>
      <w:r>
        <w:rPr>
          <w:sz w:val="16"/>
          <w:szCs w:val="16"/>
        </w:rPr>
        <w:t>Петренчук Володимир Васильович</w:t>
      </w:r>
    </w:p>
    <w:p w:rsidR="00A16E46" w:rsidRPr="00F463F3" w:rsidRDefault="00A16E46" w:rsidP="00104449">
      <w:pPr>
        <w:jc w:val="both"/>
        <w:rPr>
          <w:sz w:val="28"/>
          <w:szCs w:val="28"/>
        </w:rPr>
      </w:pPr>
      <w:r>
        <w:rPr>
          <w:sz w:val="16"/>
          <w:szCs w:val="16"/>
        </w:rPr>
        <w:t>22-33-05</w:t>
      </w:r>
    </w:p>
    <w:sectPr w:rsidR="00A16E46" w:rsidRPr="00F463F3" w:rsidSect="002F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E3EC5"/>
    <w:multiLevelType w:val="hybridMultilevel"/>
    <w:tmpl w:val="F7B806CA"/>
    <w:lvl w:ilvl="0" w:tplc="F244CA6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FF0"/>
    <w:rsid w:val="000136B2"/>
    <w:rsid w:val="00013D03"/>
    <w:rsid w:val="000474EC"/>
    <w:rsid w:val="00047729"/>
    <w:rsid w:val="000710DF"/>
    <w:rsid w:val="000851AF"/>
    <w:rsid w:val="000C771B"/>
    <w:rsid w:val="00104449"/>
    <w:rsid w:val="0012712B"/>
    <w:rsid w:val="001419D6"/>
    <w:rsid w:val="001425AD"/>
    <w:rsid w:val="00196DEE"/>
    <w:rsid w:val="001E3E04"/>
    <w:rsid w:val="001F19FF"/>
    <w:rsid w:val="001F70BA"/>
    <w:rsid w:val="001F7F04"/>
    <w:rsid w:val="00216172"/>
    <w:rsid w:val="002255DA"/>
    <w:rsid w:val="00252420"/>
    <w:rsid w:val="00293871"/>
    <w:rsid w:val="002E04F8"/>
    <w:rsid w:val="002E7F9F"/>
    <w:rsid w:val="002F606C"/>
    <w:rsid w:val="00314D52"/>
    <w:rsid w:val="00332527"/>
    <w:rsid w:val="00345775"/>
    <w:rsid w:val="00371A48"/>
    <w:rsid w:val="003813FF"/>
    <w:rsid w:val="003E447E"/>
    <w:rsid w:val="00404C82"/>
    <w:rsid w:val="004566E9"/>
    <w:rsid w:val="005262BD"/>
    <w:rsid w:val="00565261"/>
    <w:rsid w:val="0057633A"/>
    <w:rsid w:val="00592FF0"/>
    <w:rsid w:val="005B6DC5"/>
    <w:rsid w:val="005C58E8"/>
    <w:rsid w:val="005C5D69"/>
    <w:rsid w:val="00633664"/>
    <w:rsid w:val="006513E2"/>
    <w:rsid w:val="006E5A67"/>
    <w:rsid w:val="00732578"/>
    <w:rsid w:val="00743515"/>
    <w:rsid w:val="00754337"/>
    <w:rsid w:val="007B7F5E"/>
    <w:rsid w:val="007F7659"/>
    <w:rsid w:val="00826278"/>
    <w:rsid w:val="00843B0B"/>
    <w:rsid w:val="00896CCE"/>
    <w:rsid w:val="008D314C"/>
    <w:rsid w:val="00982C3C"/>
    <w:rsid w:val="009D438C"/>
    <w:rsid w:val="00A16E46"/>
    <w:rsid w:val="00A35200"/>
    <w:rsid w:val="00AB1300"/>
    <w:rsid w:val="00AD0AF4"/>
    <w:rsid w:val="00AE67AE"/>
    <w:rsid w:val="00B01F56"/>
    <w:rsid w:val="00B90B7B"/>
    <w:rsid w:val="00BB3F61"/>
    <w:rsid w:val="00BB4B05"/>
    <w:rsid w:val="00BF58F5"/>
    <w:rsid w:val="00C95D3E"/>
    <w:rsid w:val="00CA4D40"/>
    <w:rsid w:val="00CC3507"/>
    <w:rsid w:val="00D813BE"/>
    <w:rsid w:val="00E46656"/>
    <w:rsid w:val="00E82500"/>
    <w:rsid w:val="00EA0284"/>
    <w:rsid w:val="00EE5DD3"/>
    <w:rsid w:val="00F457F1"/>
    <w:rsid w:val="00F463F3"/>
    <w:rsid w:val="00F71680"/>
    <w:rsid w:val="00F87442"/>
    <w:rsid w:val="00FC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FF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2FF0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8D314C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rFonts w:eastAsia="Times New Roman"/>
      <w:lang w:val="ru-RU" w:eastAsia="ru-RU"/>
    </w:rPr>
  </w:style>
  <w:style w:type="character" w:customStyle="1" w:styleId="FontStyle11">
    <w:name w:val="Font Style11"/>
    <w:uiPriority w:val="99"/>
    <w:rsid w:val="008D314C"/>
    <w:rPr>
      <w:rFonts w:ascii="Times New Roman" w:hAnsi="Times New Roman" w:cs="Times New Roman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B01F5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01F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1F56"/>
    <w:rPr>
      <w:rFonts w:ascii="Tahoma" w:eastAsia="Times New Roman" w:hAnsi="Tahoma" w:cs="Tahoma"/>
      <w:sz w:val="16"/>
      <w:szCs w:val="16"/>
      <w:lang w:val="uk-UA" w:eastAsia="uk-UA"/>
    </w:rPr>
  </w:style>
  <w:style w:type="paragraph" w:styleId="ListParagraph">
    <w:name w:val="List Paragraph"/>
    <w:basedOn w:val="Normal"/>
    <w:uiPriority w:val="99"/>
    <w:qFormat/>
    <w:rsid w:val="003E447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53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luo@&#1110;&#1089;&#1089;.r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1690</Words>
  <Characters>964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osvita_hp1</dc:creator>
  <cp:keywords/>
  <dc:description/>
  <cp:lastModifiedBy>Administrator</cp:lastModifiedBy>
  <cp:revision>2</cp:revision>
  <cp:lastPrinted>2015-09-04T05:50:00Z</cp:lastPrinted>
  <dcterms:created xsi:type="dcterms:W3CDTF">2015-09-11T13:21:00Z</dcterms:created>
  <dcterms:modified xsi:type="dcterms:W3CDTF">2015-09-11T13:21:00Z</dcterms:modified>
</cp:coreProperties>
</file>